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5C9F9150"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C95215" w:rsidRPr="00C95215">
        <w:rPr>
          <w:rFonts w:eastAsiaTheme="minorHAnsi"/>
          <w:lang w:val="en-GB"/>
        </w:rPr>
        <w:t>83499715</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12A63ED8"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noProof/>
          <w:szCs w:val="22"/>
          <w:lang w:val="en-GB"/>
        </w:rPr>
        <w:t xml:space="preserve">last </w:t>
      </w:r>
      <w:r w:rsidR="00B73E40">
        <w:rPr>
          <w:rFonts w:cs="Arial"/>
          <w:noProof/>
          <w:szCs w:val="22"/>
          <w:lang w:val="en-GB"/>
        </w:rPr>
        <w:t>4</w:t>
      </w:r>
      <w:r w:rsidR="005C18B1">
        <w:rPr>
          <w:rFonts w:cs="Arial"/>
          <w:noProof/>
          <w:szCs w:val="22"/>
          <w:lang w:val="en-GB"/>
        </w:rPr>
        <w:t xml:space="preserve">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B73E40" w:rsidRPr="00B73E40">
        <w:rPr>
          <w:rFonts w:cs="Arial"/>
          <w:szCs w:val="22"/>
          <w:lang w:val="en-GB"/>
        </w:rPr>
        <w:t>15949</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28DECC45"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B73E40">
        <w:rPr>
          <w:rFonts w:cs="Arial"/>
          <w:lang w:val="en-GB"/>
        </w:rPr>
        <w:t>3</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1445D1E1"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B73E40">
        <w:rPr>
          <w:b w:val="0"/>
          <w:lang w:val="en-GB"/>
        </w:rPr>
        <w:t>8</w:t>
      </w:r>
      <w:r w:rsidR="00D85B8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17AA326B"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B73E40">
        <w:rPr>
          <w:b w:val="0"/>
          <w:lang w:val="en-GB"/>
        </w:rPr>
        <w:t>2</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B73E40" w:rsidRPr="00B73E40">
        <w:rPr>
          <w:b w:val="0"/>
          <w:lang w:val="en-GB"/>
        </w:rPr>
        <w:t>coastal peatland ecology, wetland ecoslogy</w:t>
      </w:r>
      <w:r w:rsidRPr="003F2462">
        <w:rPr>
          <w:b w:val="0"/>
          <w:lang w:val="en-GB"/>
        </w:rPr>
        <w:fldChar w:fldCharType="end"/>
      </w:r>
    </w:p>
    <w:p w14:paraId="1E565595" w14:textId="663ECB34"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AE24F" w14:textId="77777777" w:rsidR="00A23746" w:rsidRDefault="00A23746" w:rsidP="00A637D0">
      <w:r>
        <w:separator/>
      </w:r>
    </w:p>
  </w:endnote>
  <w:endnote w:type="continuationSeparator" w:id="0">
    <w:p w14:paraId="1358A170" w14:textId="77777777" w:rsidR="00A23746" w:rsidRDefault="00A23746"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E1C5C" w14:textId="77777777" w:rsidR="00A23746" w:rsidRDefault="00A23746" w:rsidP="00A637D0">
      <w:r>
        <w:separator/>
      </w:r>
    </w:p>
  </w:footnote>
  <w:footnote w:type="continuationSeparator" w:id="0">
    <w:p w14:paraId="0D2261E6" w14:textId="77777777" w:rsidR="00A23746" w:rsidRDefault="00A23746"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23746"/>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360F"/>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3E4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215"/>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6F06"/>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957D2"/>
    <w:rsid w:val="00EA10F3"/>
    <w:rsid w:val="00EA17FF"/>
    <w:rsid w:val="00EA4415"/>
    <w:rsid w:val="00EA68E8"/>
    <w:rsid w:val="00EA7FA8"/>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E6B36"/>
    <w:rsid w:val="00235435"/>
    <w:rsid w:val="00282034"/>
    <w:rsid w:val="00282750"/>
    <w:rsid w:val="002D61FA"/>
    <w:rsid w:val="00333981"/>
    <w:rsid w:val="00343C38"/>
    <w:rsid w:val="0038269E"/>
    <w:rsid w:val="003B76AC"/>
    <w:rsid w:val="00461BEE"/>
    <w:rsid w:val="00487871"/>
    <w:rsid w:val="004D3552"/>
    <w:rsid w:val="005600F0"/>
    <w:rsid w:val="005871F6"/>
    <w:rsid w:val="005C631F"/>
    <w:rsid w:val="005E2F52"/>
    <w:rsid w:val="00692794"/>
    <w:rsid w:val="006E233B"/>
    <w:rsid w:val="00715B8D"/>
    <w:rsid w:val="00770F9A"/>
    <w:rsid w:val="00821512"/>
    <w:rsid w:val="00882CCD"/>
    <w:rsid w:val="00927956"/>
    <w:rsid w:val="00950015"/>
    <w:rsid w:val="00991ACB"/>
    <w:rsid w:val="009D336F"/>
    <w:rsid w:val="00A118E5"/>
    <w:rsid w:val="00A330C5"/>
    <w:rsid w:val="00AF2B32"/>
    <w:rsid w:val="00AF7064"/>
    <w:rsid w:val="00B5752D"/>
    <w:rsid w:val="00C72E5A"/>
    <w:rsid w:val="00C87B31"/>
    <w:rsid w:val="00C97DAF"/>
    <w:rsid w:val="00CD6951"/>
    <w:rsid w:val="00D1327F"/>
    <w:rsid w:val="00D26F06"/>
    <w:rsid w:val="00D27285"/>
    <w:rsid w:val="00D3109A"/>
    <w:rsid w:val="00D76D36"/>
    <w:rsid w:val="00DB64AB"/>
    <w:rsid w:val="00DB7054"/>
    <w:rsid w:val="00DB7DF1"/>
    <w:rsid w:val="00E14AC7"/>
    <w:rsid w:val="00E22FB5"/>
    <w:rsid w:val="00E449F1"/>
    <w:rsid w:val="00E957D2"/>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2.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3.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4.xml><?xml version="1.0" encoding="utf-8"?>
<ds:datastoreItem xmlns:ds="http://schemas.openxmlformats.org/officeDocument/2006/customXml" ds:itemID="{8A4B7159-1C81-4895-85FB-B30993A0E2D6}"/>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1839</Words>
  <Characters>10484</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34</cp:revision>
  <cp:lastPrinted>2018-02-16T12:47:00Z</cp:lastPrinted>
  <dcterms:created xsi:type="dcterms:W3CDTF">2024-03-12T09:59:00Z</dcterms:created>
  <dcterms:modified xsi:type="dcterms:W3CDTF">2025-10-01T09:26:00Z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